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22D9" w14:textId="57DA32D3" w:rsidR="00283F11" w:rsidRPr="008B35EA" w:rsidRDefault="00283F11" w:rsidP="00283F11">
      <w:pPr>
        <w:pStyle w:val="Caption"/>
        <w:keepNext/>
        <w:rPr>
          <w:b w:val="0"/>
          <w:bCs w:val="0"/>
        </w:rPr>
      </w:pPr>
      <w:r>
        <w:t>Table</w:t>
      </w:r>
      <w:r w:rsidR="005B5130">
        <w:t xml:space="preserve"> S4</w:t>
      </w:r>
      <w:r w:rsidR="00CE4875">
        <w:t>.</w:t>
      </w:r>
      <w:r>
        <w:t xml:space="preserve"> </w:t>
      </w:r>
      <w:r w:rsidRPr="008B35EA">
        <w:rPr>
          <w:b w:val="0"/>
          <w:bCs w:val="0"/>
        </w:rPr>
        <w:t>Stream width constants</w:t>
      </w:r>
      <w:r w:rsidR="00CE4875">
        <w:rPr>
          <w:b w:val="0"/>
          <w:bCs w:val="0"/>
        </w:rPr>
        <w:t>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558"/>
        <w:gridCol w:w="1558"/>
      </w:tblGrid>
      <w:tr w:rsidR="00DD09C0" w:rsidRPr="00A03E5B" w14:paraId="01801CCB" w14:textId="77777777" w:rsidTr="00A03E5B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52AC8E6" w14:textId="77777777" w:rsidR="00DD09C0" w:rsidRPr="00A03E5B" w:rsidRDefault="00DD09C0" w:rsidP="007473D0">
            <w:pPr>
              <w:spacing w:line="48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03E5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catchment code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569E46A" w14:textId="77777777" w:rsidR="00DD09C0" w:rsidRPr="00A03E5B" w:rsidRDefault="00DD09C0" w:rsidP="007473D0">
            <w:pPr>
              <w:spacing w:line="48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03E5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constant </w:t>
            </w:r>
            <w:r w:rsidRPr="00A03E5B">
              <w:rPr>
                <w:rFonts w:asciiTheme="minorHAnsi" w:eastAsia="Calibri" w:hAnsiTheme="minorHAnsi" w:cstheme="minorHAnsi"/>
                <w:b/>
                <w:i/>
                <w:iCs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A6C8D94" w14:textId="77777777" w:rsidR="00DD09C0" w:rsidRPr="00A03E5B" w:rsidRDefault="00DD09C0" w:rsidP="007473D0">
            <w:pPr>
              <w:spacing w:line="48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03E5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constant </w:t>
            </w:r>
            <w:r w:rsidRPr="00A03E5B">
              <w:rPr>
                <w:rFonts w:asciiTheme="minorHAnsi" w:eastAsia="Calibri" w:hAnsiTheme="minorHAnsi" w:cstheme="minorHAnsi"/>
                <w:b/>
                <w:i/>
                <w:iCs/>
                <w:sz w:val="18"/>
                <w:szCs w:val="18"/>
                <w:lang w:eastAsia="en-US"/>
              </w:rPr>
              <w:t>b</w:t>
            </w:r>
          </w:p>
        </w:tc>
      </w:tr>
      <w:tr w:rsidR="00DD09C0" w:rsidRPr="00A03E5B" w14:paraId="7E4E8402" w14:textId="77777777" w:rsidTr="00CE4875">
        <w:trPr>
          <w:trHeight w:val="288"/>
        </w:trPr>
        <w:tc>
          <w:tcPr>
            <w:tcW w:w="1814" w:type="dxa"/>
            <w:tcBorders>
              <w:top w:val="single" w:sz="4" w:space="0" w:color="auto"/>
            </w:tcBorders>
            <w:noWrap/>
            <w:hideMark/>
          </w:tcPr>
          <w:p w14:paraId="2ADD49CD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aufr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664FDD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0.0040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B6AE13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22.7</w:t>
            </w:r>
          </w:p>
        </w:tc>
      </w:tr>
      <w:tr w:rsidR="00DD09C0" w:rsidRPr="00A03E5B" w14:paraId="702E1AE0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252B298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augd</w:t>
            </w:r>
          </w:p>
        </w:tc>
        <w:tc>
          <w:tcPr>
            <w:tcW w:w="1558" w:type="dxa"/>
          </w:tcPr>
          <w:p w14:paraId="03E5E490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0.0021</w:t>
            </w:r>
          </w:p>
        </w:tc>
        <w:tc>
          <w:tcPr>
            <w:tcW w:w="1558" w:type="dxa"/>
          </w:tcPr>
          <w:p w14:paraId="257E0FBA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48.8</w:t>
            </w:r>
          </w:p>
        </w:tc>
      </w:tr>
      <w:tr w:rsidR="00DD09C0" w:rsidRPr="00A03E5B" w14:paraId="547FF313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33C9E81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ault</w:t>
            </w:r>
          </w:p>
        </w:tc>
        <w:tc>
          <w:tcPr>
            <w:tcW w:w="1558" w:type="dxa"/>
          </w:tcPr>
          <w:p w14:paraId="63D925E6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0.0017</w:t>
            </w:r>
          </w:p>
        </w:tc>
        <w:tc>
          <w:tcPr>
            <w:tcW w:w="1558" w:type="dxa"/>
          </w:tcPr>
          <w:p w14:paraId="1C8FD235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10.4</w:t>
            </w:r>
          </w:p>
        </w:tc>
      </w:tr>
      <w:tr w:rsidR="00DD09C0" w:rsidRPr="00A03E5B" w14:paraId="53243DC4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4B9D061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aumf</w:t>
            </w:r>
          </w:p>
        </w:tc>
        <w:tc>
          <w:tcPr>
            <w:tcW w:w="1558" w:type="dxa"/>
          </w:tcPr>
          <w:p w14:paraId="62000A5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1558" w:type="dxa"/>
          </w:tcPr>
          <w:p w14:paraId="369A290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18.61</w:t>
            </w:r>
          </w:p>
        </w:tc>
      </w:tr>
      <w:tr w:rsidR="00DD09C0" w:rsidRPr="00A03E5B" w14:paraId="2CFCC04E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306274B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aums</w:t>
            </w:r>
          </w:p>
        </w:tc>
        <w:tc>
          <w:tcPr>
            <w:tcW w:w="1558" w:type="dxa"/>
          </w:tcPr>
          <w:p w14:paraId="4C23D17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-0.0011</w:t>
            </w:r>
          </w:p>
        </w:tc>
        <w:tc>
          <w:tcPr>
            <w:tcW w:w="1558" w:type="dxa"/>
          </w:tcPr>
          <w:p w14:paraId="1527A54A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15.7</w:t>
            </w:r>
          </w:p>
        </w:tc>
      </w:tr>
      <w:tr w:rsidR="00DD09C0" w:rsidRPr="00A03E5B" w14:paraId="7905AF07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776A418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aunp</w:t>
            </w:r>
          </w:p>
        </w:tc>
        <w:tc>
          <w:tcPr>
            <w:tcW w:w="1558" w:type="dxa"/>
          </w:tcPr>
          <w:p w14:paraId="4261E0E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0.0051</w:t>
            </w:r>
          </w:p>
        </w:tc>
        <w:tc>
          <w:tcPr>
            <w:tcW w:w="1558" w:type="dxa"/>
          </w:tcPr>
          <w:p w14:paraId="3FFD71D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79.6</w:t>
            </w:r>
          </w:p>
        </w:tc>
      </w:tr>
      <w:tr w:rsidR="00DD09C0" w:rsidRPr="00A03E5B" w14:paraId="3CAE24BD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A18A2E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ausj</w:t>
            </w:r>
          </w:p>
        </w:tc>
        <w:tc>
          <w:tcPr>
            <w:tcW w:w="1558" w:type="dxa"/>
          </w:tcPr>
          <w:p w14:paraId="4E2DEEB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0.0009</w:t>
            </w:r>
          </w:p>
        </w:tc>
        <w:tc>
          <w:tcPr>
            <w:tcW w:w="1558" w:type="dxa"/>
          </w:tcPr>
          <w:p w14:paraId="532B3C1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26.1</w:t>
            </w:r>
          </w:p>
        </w:tc>
      </w:tr>
      <w:tr w:rsidR="00DD09C0" w:rsidRPr="00A03E5B" w14:paraId="696B37DE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7FC4385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brmn</w:t>
            </w:r>
          </w:p>
        </w:tc>
        <w:tc>
          <w:tcPr>
            <w:tcW w:w="1558" w:type="dxa"/>
          </w:tcPr>
          <w:p w14:paraId="25B1EE45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1558" w:type="dxa"/>
          </w:tcPr>
          <w:p w14:paraId="360E9B5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11.4</w:t>
            </w:r>
          </w:p>
        </w:tc>
      </w:tr>
      <w:tr w:rsidR="00DD09C0" w:rsidRPr="00A03E5B" w14:paraId="77AA9A31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514B2DD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brpr</w:t>
            </w:r>
          </w:p>
        </w:tc>
        <w:tc>
          <w:tcPr>
            <w:tcW w:w="1558" w:type="dxa"/>
          </w:tcPr>
          <w:p w14:paraId="4C2B7EE8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0.0000</w:t>
            </w:r>
          </w:p>
        </w:tc>
        <w:tc>
          <w:tcPr>
            <w:tcW w:w="1558" w:type="dxa"/>
          </w:tcPr>
          <w:p w14:paraId="3BB05B48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11.4</w:t>
            </w:r>
          </w:p>
        </w:tc>
      </w:tr>
      <w:tr w:rsidR="00DD09C0" w:rsidRPr="00A03E5B" w14:paraId="2464FCA3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6EA3D1D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ilob</w:t>
            </w:r>
          </w:p>
        </w:tc>
        <w:tc>
          <w:tcPr>
            <w:tcW w:w="1558" w:type="dxa"/>
          </w:tcPr>
          <w:p w14:paraId="4337705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0.0004</w:t>
            </w:r>
          </w:p>
        </w:tc>
        <w:tc>
          <w:tcPr>
            <w:tcW w:w="1558" w:type="dxa"/>
          </w:tcPr>
          <w:p w14:paraId="40DE1F56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5.1</w:t>
            </w:r>
          </w:p>
        </w:tc>
      </w:tr>
      <w:tr w:rsidR="00DD09C0" w:rsidRPr="00A03E5B" w14:paraId="4E0B1FDE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513CBD40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usmh</w:t>
            </w:r>
          </w:p>
        </w:tc>
        <w:tc>
          <w:tcPr>
            <w:tcW w:w="1558" w:type="dxa"/>
          </w:tcPr>
          <w:p w14:paraId="22351765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</w:tcPr>
          <w:p w14:paraId="69CF3AA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78.6</w:t>
            </w:r>
          </w:p>
        </w:tc>
      </w:tr>
      <w:tr w:rsidR="00DD09C0" w:rsidRPr="00A03E5B" w14:paraId="3B3D3F15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1BD26EC1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usnp</w:t>
            </w:r>
          </w:p>
        </w:tc>
        <w:tc>
          <w:tcPr>
            <w:tcW w:w="1558" w:type="dxa"/>
          </w:tcPr>
          <w:p w14:paraId="72EF9330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0.0002</w:t>
            </w:r>
          </w:p>
        </w:tc>
        <w:tc>
          <w:tcPr>
            <w:tcW w:w="1558" w:type="dxa"/>
          </w:tcPr>
          <w:p w14:paraId="6BEE97AA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13.5</w:t>
            </w:r>
          </w:p>
        </w:tc>
      </w:tr>
      <w:tr w:rsidR="00DD09C0" w:rsidRPr="00A03E5B" w14:paraId="482C4DFD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37A9D8E1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ussc</w:t>
            </w:r>
          </w:p>
        </w:tc>
        <w:tc>
          <w:tcPr>
            <w:tcW w:w="1558" w:type="dxa"/>
          </w:tcPr>
          <w:p w14:paraId="09F1F7D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</w:tcPr>
          <w:p w14:paraId="22BD031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13.5</w:t>
            </w:r>
          </w:p>
        </w:tc>
      </w:tr>
      <w:tr w:rsidR="00DD09C0" w:rsidRPr="00A03E5B" w14:paraId="43EC5318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6B8CB6F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zaan</w:t>
            </w:r>
          </w:p>
        </w:tc>
        <w:tc>
          <w:tcPr>
            <w:tcW w:w="1558" w:type="dxa"/>
          </w:tcPr>
          <w:p w14:paraId="5A614A1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</w:tcPr>
          <w:p w14:paraId="61639231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40.9</w:t>
            </w:r>
          </w:p>
        </w:tc>
      </w:tr>
      <w:tr w:rsidR="00DD09C0" w:rsidRPr="00A03E5B" w14:paraId="61574E15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5C3C8BC5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zabt</w:t>
            </w:r>
          </w:p>
        </w:tc>
        <w:tc>
          <w:tcPr>
            <w:tcW w:w="1558" w:type="dxa"/>
          </w:tcPr>
          <w:p w14:paraId="19CAEC6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0.0009</w:t>
            </w:r>
          </w:p>
        </w:tc>
        <w:tc>
          <w:tcPr>
            <w:tcW w:w="1558" w:type="dxa"/>
          </w:tcPr>
          <w:p w14:paraId="18DC9546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6.8</w:t>
            </w:r>
          </w:p>
        </w:tc>
      </w:tr>
      <w:tr w:rsidR="00A71C88" w:rsidRPr="00A03E5B" w14:paraId="3E3A1A51" w14:textId="77777777" w:rsidTr="00CE4875">
        <w:trPr>
          <w:trHeight w:val="288"/>
        </w:trPr>
        <w:tc>
          <w:tcPr>
            <w:tcW w:w="1814" w:type="dxa"/>
            <w:noWrap/>
          </w:tcPr>
          <w:p w14:paraId="6B761701" w14:textId="309B2ED3" w:rsidR="00A71C88" w:rsidRPr="00A03E5B" w:rsidRDefault="00A71C88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zade</w:t>
            </w:r>
          </w:p>
        </w:tc>
        <w:tc>
          <w:tcPr>
            <w:tcW w:w="1558" w:type="dxa"/>
          </w:tcPr>
          <w:p w14:paraId="2C5D76B4" w14:textId="4B39FBEF" w:rsidR="00A71C88" w:rsidRPr="00A03E5B" w:rsidRDefault="00EA79B3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0.0008</w:t>
            </w:r>
          </w:p>
        </w:tc>
        <w:tc>
          <w:tcPr>
            <w:tcW w:w="1558" w:type="dxa"/>
          </w:tcPr>
          <w:p w14:paraId="189F9C41" w14:textId="7317D03A" w:rsidR="00A71C88" w:rsidRPr="00A03E5B" w:rsidRDefault="00922537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-48.</w:t>
            </w:r>
            <w:r w:rsidR="002E7F03"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5</w:t>
            </w:r>
          </w:p>
        </w:tc>
      </w:tr>
      <w:tr w:rsidR="00DD09C0" w:rsidRPr="00A03E5B" w14:paraId="598D5D07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D5B698C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zadk</w:t>
            </w:r>
          </w:p>
        </w:tc>
        <w:tc>
          <w:tcPr>
            <w:tcW w:w="1558" w:type="dxa"/>
          </w:tcPr>
          <w:p w14:paraId="66ED0B9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0.0011</w:t>
            </w:r>
          </w:p>
        </w:tc>
        <w:tc>
          <w:tcPr>
            <w:tcW w:w="1558" w:type="dxa"/>
          </w:tcPr>
          <w:p w14:paraId="2EE31AF1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7.1</w:t>
            </w:r>
          </w:p>
        </w:tc>
      </w:tr>
      <w:tr w:rsidR="00DD09C0" w:rsidRPr="00A03E5B" w14:paraId="1B03C575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1F36A85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zahe</w:t>
            </w:r>
          </w:p>
        </w:tc>
        <w:tc>
          <w:tcPr>
            <w:tcW w:w="1558" w:type="dxa"/>
          </w:tcPr>
          <w:p w14:paraId="0EE4E06F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</w:tcPr>
          <w:p w14:paraId="7D82B918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14.1</w:t>
            </w:r>
          </w:p>
        </w:tc>
      </w:tr>
      <w:tr w:rsidR="00DD09C0" w:rsidRPr="00A03E5B" w14:paraId="2368AFE6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7ABAD72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zahh</w:t>
            </w:r>
          </w:p>
        </w:tc>
        <w:tc>
          <w:tcPr>
            <w:tcW w:w="1558" w:type="dxa"/>
          </w:tcPr>
          <w:p w14:paraId="6CDD794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1558" w:type="dxa"/>
          </w:tcPr>
          <w:p w14:paraId="07820E3B" w14:textId="4295F8BC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</w:t>
            </w:r>
            <w:r w:rsidR="004E3BCE"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</w:t>
            </w: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.0</w:t>
            </w:r>
          </w:p>
        </w:tc>
      </w:tr>
      <w:tr w:rsidR="00DD09C0" w:rsidRPr="00A03E5B" w14:paraId="38C5C4B9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0230C275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zakk</w:t>
            </w:r>
          </w:p>
        </w:tc>
        <w:tc>
          <w:tcPr>
            <w:tcW w:w="1558" w:type="dxa"/>
          </w:tcPr>
          <w:p w14:paraId="23A0A2F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0.0006</w:t>
            </w:r>
          </w:p>
        </w:tc>
        <w:tc>
          <w:tcPr>
            <w:tcW w:w="1558" w:type="dxa"/>
          </w:tcPr>
          <w:p w14:paraId="649810B4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5.6</w:t>
            </w:r>
          </w:p>
        </w:tc>
      </w:tr>
      <w:tr w:rsidR="00DD09C0" w:rsidRPr="00A03E5B" w14:paraId="1E135CCF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1618C64D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zamb</w:t>
            </w:r>
          </w:p>
        </w:tc>
        <w:tc>
          <w:tcPr>
            <w:tcW w:w="1558" w:type="dxa"/>
          </w:tcPr>
          <w:p w14:paraId="4F7C2A5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0.0050</w:t>
            </w:r>
          </w:p>
        </w:tc>
        <w:tc>
          <w:tcPr>
            <w:tcW w:w="1558" w:type="dxa"/>
          </w:tcPr>
          <w:p w14:paraId="69708E6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10.2</w:t>
            </w:r>
          </w:p>
        </w:tc>
      </w:tr>
      <w:tr w:rsidR="00DD09C0" w:rsidRPr="00A03E5B" w14:paraId="52C87429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7DC39CD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zamk</w:t>
            </w:r>
          </w:p>
        </w:tc>
        <w:tc>
          <w:tcPr>
            <w:tcW w:w="1558" w:type="dxa"/>
          </w:tcPr>
          <w:p w14:paraId="06A26E0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0.0020</w:t>
            </w:r>
          </w:p>
        </w:tc>
        <w:tc>
          <w:tcPr>
            <w:tcW w:w="1558" w:type="dxa"/>
          </w:tcPr>
          <w:p w14:paraId="2064B6E0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5.2</w:t>
            </w:r>
          </w:p>
        </w:tc>
      </w:tr>
      <w:tr w:rsidR="00DD09C0" w:rsidRPr="00A03E5B" w14:paraId="09150EEB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6F1D18F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zao</w:t>
            </w:r>
          </w:p>
        </w:tc>
        <w:tc>
          <w:tcPr>
            <w:tcW w:w="1558" w:type="dxa"/>
          </w:tcPr>
          <w:p w14:paraId="4A54A8C8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0.0017</w:t>
            </w:r>
          </w:p>
        </w:tc>
        <w:tc>
          <w:tcPr>
            <w:tcW w:w="1558" w:type="dxa"/>
          </w:tcPr>
          <w:p w14:paraId="2CDBD8B3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6.3</w:t>
            </w:r>
          </w:p>
        </w:tc>
      </w:tr>
      <w:tr w:rsidR="00DD09C0" w:rsidRPr="00A03E5B" w14:paraId="51163AD3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07E9F03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zaos</w:t>
            </w:r>
          </w:p>
        </w:tc>
        <w:tc>
          <w:tcPr>
            <w:tcW w:w="1558" w:type="dxa"/>
          </w:tcPr>
          <w:p w14:paraId="34B1333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0.0001</w:t>
            </w:r>
          </w:p>
        </w:tc>
        <w:tc>
          <w:tcPr>
            <w:tcW w:w="1558" w:type="dxa"/>
          </w:tcPr>
          <w:p w14:paraId="0D06988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7.6</w:t>
            </w:r>
          </w:p>
        </w:tc>
      </w:tr>
      <w:tr w:rsidR="00DD09C0" w:rsidRPr="00A03E5B" w14:paraId="4C4D415A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5CDB8AF1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zasd</w:t>
            </w:r>
          </w:p>
        </w:tc>
        <w:tc>
          <w:tcPr>
            <w:tcW w:w="1558" w:type="dxa"/>
          </w:tcPr>
          <w:p w14:paraId="6D6E14A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</w:tcPr>
          <w:p w14:paraId="331BCB26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20.2</w:t>
            </w:r>
          </w:p>
        </w:tc>
      </w:tr>
      <w:tr w:rsidR="00DD09C0" w:rsidRPr="00A03E5B" w14:paraId="6DAE50A6" w14:textId="77777777" w:rsidTr="00CE4875">
        <w:trPr>
          <w:trHeight w:val="288"/>
        </w:trPr>
        <w:tc>
          <w:tcPr>
            <w:tcW w:w="1814" w:type="dxa"/>
            <w:noWrap/>
            <w:hideMark/>
          </w:tcPr>
          <w:p w14:paraId="4AD0FDA6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zat</w:t>
            </w:r>
          </w:p>
        </w:tc>
        <w:tc>
          <w:tcPr>
            <w:tcW w:w="1558" w:type="dxa"/>
          </w:tcPr>
          <w:p w14:paraId="4E9FAEFB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0.0000</w:t>
            </w:r>
          </w:p>
        </w:tc>
        <w:tc>
          <w:tcPr>
            <w:tcW w:w="1558" w:type="dxa"/>
          </w:tcPr>
          <w:p w14:paraId="5F08BFAE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22.8</w:t>
            </w:r>
          </w:p>
        </w:tc>
      </w:tr>
      <w:tr w:rsidR="00DD09C0" w:rsidRPr="00A03E5B" w14:paraId="1F8C730C" w14:textId="77777777" w:rsidTr="00A03E5B">
        <w:trPr>
          <w:trHeight w:val="288"/>
        </w:trPr>
        <w:tc>
          <w:tcPr>
            <w:tcW w:w="1814" w:type="dxa"/>
            <w:noWrap/>
            <w:hideMark/>
          </w:tcPr>
          <w:p w14:paraId="5358D35C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zaul</w:t>
            </w:r>
          </w:p>
        </w:tc>
        <w:tc>
          <w:tcPr>
            <w:tcW w:w="1558" w:type="dxa"/>
          </w:tcPr>
          <w:p w14:paraId="11B14F5C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0.0064</w:t>
            </w:r>
          </w:p>
        </w:tc>
        <w:tc>
          <w:tcPr>
            <w:tcW w:w="1558" w:type="dxa"/>
          </w:tcPr>
          <w:p w14:paraId="5A3E3537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1.5</w:t>
            </w:r>
          </w:p>
        </w:tc>
      </w:tr>
      <w:tr w:rsidR="00DD09C0" w:rsidRPr="00A03E5B" w14:paraId="1CCBC34B" w14:textId="77777777" w:rsidTr="00A03E5B">
        <w:trPr>
          <w:trHeight w:val="288"/>
        </w:trPr>
        <w:tc>
          <w:tcPr>
            <w:tcW w:w="1814" w:type="dxa"/>
            <w:tcBorders>
              <w:bottom w:val="single" w:sz="4" w:space="0" w:color="auto"/>
            </w:tcBorders>
            <w:noWrap/>
            <w:hideMark/>
          </w:tcPr>
          <w:p w14:paraId="6A2654B2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caps/>
                <w:sz w:val="18"/>
                <w:szCs w:val="18"/>
                <w:lang w:eastAsia="en-GB"/>
              </w:rPr>
              <w:t>zaw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B8C197D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0.0003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8BAAEAC" w14:textId="77777777" w:rsidR="00DD09C0" w:rsidRPr="00A03E5B" w:rsidRDefault="00DD09C0" w:rsidP="007473D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A03E5B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6.7</w:t>
            </w:r>
          </w:p>
        </w:tc>
      </w:tr>
    </w:tbl>
    <w:p w14:paraId="2E2F22B5" w14:textId="4113F39E" w:rsidR="003A4FB4" w:rsidRPr="00F7154F" w:rsidRDefault="003A4FB4" w:rsidP="00F7154F"/>
    <w:sectPr w:rsidR="003A4FB4" w:rsidRPr="00F7154F" w:rsidSect="00ED1431">
      <w:footerReference w:type="default" r:id="rId8"/>
      <w:pgSz w:w="6804" w:h="11340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3EF0" w14:textId="77777777" w:rsidR="00ED1431" w:rsidRDefault="00ED1431" w:rsidP="006D0C96">
      <w:pPr>
        <w:spacing w:line="240" w:lineRule="auto"/>
      </w:pPr>
      <w:r>
        <w:separator/>
      </w:r>
    </w:p>
  </w:endnote>
  <w:endnote w:type="continuationSeparator" w:id="0">
    <w:p w14:paraId="0BD964BE" w14:textId="77777777" w:rsidR="00ED1431" w:rsidRDefault="00ED1431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ABD1" w14:textId="4C04D9B1" w:rsidR="006D0C96" w:rsidRDefault="006D0C96">
    <w:pPr>
      <w:pStyle w:val="Footer"/>
      <w:jc w:val="center"/>
    </w:pPr>
  </w:p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FB082" w14:textId="77777777" w:rsidR="00ED1431" w:rsidRDefault="00ED1431" w:rsidP="006D0C96">
      <w:pPr>
        <w:spacing w:line="240" w:lineRule="auto"/>
      </w:pPr>
      <w:r>
        <w:separator/>
      </w:r>
    </w:p>
  </w:footnote>
  <w:footnote w:type="continuationSeparator" w:id="0">
    <w:p w14:paraId="717717C5" w14:textId="77777777" w:rsidR="00ED1431" w:rsidRDefault="00ED1431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41A84"/>
    <w:rsid w:val="0005690A"/>
    <w:rsid w:val="00075F28"/>
    <w:rsid w:val="000A1B66"/>
    <w:rsid w:val="000C3A9F"/>
    <w:rsid w:val="001C5EB9"/>
    <w:rsid w:val="00203F92"/>
    <w:rsid w:val="002435A9"/>
    <w:rsid w:val="00283F11"/>
    <w:rsid w:val="002D7ECA"/>
    <w:rsid w:val="002E7F03"/>
    <w:rsid w:val="003118C8"/>
    <w:rsid w:val="003412CC"/>
    <w:rsid w:val="003A4FB4"/>
    <w:rsid w:val="003D5288"/>
    <w:rsid w:val="00417161"/>
    <w:rsid w:val="00450DB9"/>
    <w:rsid w:val="00463568"/>
    <w:rsid w:val="004D0F1A"/>
    <w:rsid w:val="004E3BCE"/>
    <w:rsid w:val="005371FD"/>
    <w:rsid w:val="00542A82"/>
    <w:rsid w:val="0055217B"/>
    <w:rsid w:val="00564213"/>
    <w:rsid w:val="00596128"/>
    <w:rsid w:val="005A4F32"/>
    <w:rsid w:val="005B5130"/>
    <w:rsid w:val="006326D7"/>
    <w:rsid w:val="0063786E"/>
    <w:rsid w:val="00670F05"/>
    <w:rsid w:val="006D0C96"/>
    <w:rsid w:val="0070537F"/>
    <w:rsid w:val="007319B8"/>
    <w:rsid w:val="00733CBB"/>
    <w:rsid w:val="007473D0"/>
    <w:rsid w:val="007512BE"/>
    <w:rsid w:val="00751A44"/>
    <w:rsid w:val="00790EDA"/>
    <w:rsid w:val="00796A7F"/>
    <w:rsid w:val="00855006"/>
    <w:rsid w:val="008B35EA"/>
    <w:rsid w:val="008B719F"/>
    <w:rsid w:val="008E213F"/>
    <w:rsid w:val="008E3110"/>
    <w:rsid w:val="009150E4"/>
    <w:rsid w:val="0091791F"/>
    <w:rsid w:val="00922537"/>
    <w:rsid w:val="00932F15"/>
    <w:rsid w:val="00943440"/>
    <w:rsid w:val="009D38E2"/>
    <w:rsid w:val="009F2C0A"/>
    <w:rsid w:val="00A03E5B"/>
    <w:rsid w:val="00A17EED"/>
    <w:rsid w:val="00A71C88"/>
    <w:rsid w:val="00AE4157"/>
    <w:rsid w:val="00B32791"/>
    <w:rsid w:val="00B4015F"/>
    <w:rsid w:val="00B5719D"/>
    <w:rsid w:val="00B62878"/>
    <w:rsid w:val="00B75342"/>
    <w:rsid w:val="00B87309"/>
    <w:rsid w:val="00B94A58"/>
    <w:rsid w:val="00BD0523"/>
    <w:rsid w:val="00BD6EE3"/>
    <w:rsid w:val="00BF2533"/>
    <w:rsid w:val="00C1589F"/>
    <w:rsid w:val="00C26311"/>
    <w:rsid w:val="00C35812"/>
    <w:rsid w:val="00C67987"/>
    <w:rsid w:val="00C757C2"/>
    <w:rsid w:val="00C82F79"/>
    <w:rsid w:val="00C86AB9"/>
    <w:rsid w:val="00CC51D0"/>
    <w:rsid w:val="00CD59BA"/>
    <w:rsid w:val="00CE4875"/>
    <w:rsid w:val="00D40CE0"/>
    <w:rsid w:val="00D51929"/>
    <w:rsid w:val="00D852D1"/>
    <w:rsid w:val="00DB4E53"/>
    <w:rsid w:val="00DD09C0"/>
    <w:rsid w:val="00E00253"/>
    <w:rsid w:val="00E00339"/>
    <w:rsid w:val="00E142A8"/>
    <w:rsid w:val="00E477E2"/>
    <w:rsid w:val="00E861A5"/>
    <w:rsid w:val="00E948E6"/>
    <w:rsid w:val="00EA40D4"/>
    <w:rsid w:val="00EA79B3"/>
    <w:rsid w:val="00EB63E7"/>
    <w:rsid w:val="00ED1431"/>
    <w:rsid w:val="00ED6B96"/>
    <w:rsid w:val="00EE58C0"/>
    <w:rsid w:val="00F34440"/>
    <w:rsid w:val="00F35903"/>
    <w:rsid w:val="00F42F8C"/>
    <w:rsid w:val="00F512A5"/>
    <w:rsid w:val="00F5258E"/>
    <w:rsid w:val="00F64C9C"/>
    <w:rsid w:val="00F7154F"/>
    <w:rsid w:val="00F86120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customStyle="1" w:styleId="TableGrid1">
    <w:name w:val="Table Grid1"/>
    <w:basedOn w:val="TableNormal"/>
    <w:next w:val="TableGrid"/>
    <w:uiPriority w:val="39"/>
    <w:rsid w:val="007473D0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4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20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83</cp:revision>
  <cp:lastPrinted>2016-02-01T07:21:00Z</cp:lastPrinted>
  <dcterms:created xsi:type="dcterms:W3CDTF">2015-12-16T05:52:00Z</dcterms:created>
  <dcterms:modified xsi:type="dcterms:W3CDTF">2024-04-10T17:24:00Z</dcterms:modified>
</cp:coreProperties>
</file>